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0420BF93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</w:t>
      </w:r>
      <w:r w:rsidR="00897595">
        <w:rPr>
          <w:rStyle w:val="Siln"/>
        </w:rPr>
        <w:t> </w:t>
      </w:r>
      <w:r w:rsidRPr="00986260">
        <w:rPr>
          <w:rStyle w:val="Siln"/>
        </w:rPr>
        <w:t>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37E5D8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476F95" w:rsidRPr="00167E9B">
        <w:rPr>
          <w:rFonts w:ascii="Verdana" w:hAnsi="Verdana"/>
          <w:b/>
          <w:bCs/>
        </w:rPr>
        <w:t>„</w:t>
      </w:r>
      <w:r w:rsidR="00897595" w:rsidRPr="00897595">
        <w:rPr>
          <w:rFonts w:ascii="Verdana" w:hAnsi="Verdana"/>
          <w:b/>
          <w:bCs/>
        </w:rPr>
        <w:t>Servis kolejových jeřábů ŽDJ 5/3.1 a kolejových hydraulických plošin NEW EUROSFILO u OŘ PHA 2026 - 2029</w:t>
      </w:r>
      <w:r w:rsidR="00476F95" w:rsidRPr="00167E9B">
        <w:rPr>
          <w:rFonts w:ascii="Verdana" w:hAnsi="Verdana"/>
          <w:b/>
          <w:bCs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E12C28">
        <w:rPr>
          <w:rFonts w:eastAsia="Times New Roman" w:cs="Times New Roman"/>
          <w:lang w:eastAsia="cs-CZ"/>
        </w:rPr>
        <w:t>č.</w:t>
      </w:r>
      <w:r w:rsidR="00E12C28">
        <w:rPr>
          <w:rFonts w:eastAsia="Times New Roman" w:cs="Times New Roman"/>
          <w:lang w:eastAsia="cs-CZ"/>
        </w:rPr>
        <w:t xml:space="preserve"> </w:t>
      </w:r>
      <w:r w:rsidRPr="00E12C28">
        <w:rPr>
          <w:rFonts w:eastAsia="Times New Roman" w:cs="Times New Roman"/>
          <w:lang w:eastAsia="cs-CZ"/>
        </w:rPr>
        <w:t xml:space="preserve">j. </w:t>
      </w:r>
      <w:r w:rsidR="00897595" w:rsidRPr="00897595">
        <w:t>46303/2025-SŽ-OŘ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>údaje a</w:t>
      </w:r>
      <w:r w:rsidR="00E12C28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>zákona č. 89/2012 Sb., občanský zákoník, ve</w:t>
      </w:r>
      <w:r w:rsidR="00E12C28">
        <w:rPr>
          <w:rFonts w:eastAsia="Calibri" w:cs="Times New Roman"/>
        </w:rPr>
        <w:t> </w:t>
      </w:r>
      <w:r w:rsidR="007308BA">
        <w:rPr>
          <w:rFonts w:eastAsia="Calibri" w:cs="Times New Roman"/>
        </w:rPr>
        <w:t xml:space="preserve">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52567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52567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17032E2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</w:t>
      </w:r>
      <w:r w:rsidR="00812962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63FDBB9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</w:t>
      </w:r>
      <w:r w:rsidR="00D45C59">
        <w:rPr>
          <w:rFonts w:eastAsia="Calibri" w:cs="Times New Roman"/>
        </w:rPr>
        <w:lastRenderedPageBreak/>
        <w:t>a</w:t>
      </w:r>
      <w:r w:rsidR="00812962">
        <w:rPr>
          <w:rFonts w:eastAsia="Calibri" w:cs="Times New Roman"/>
        </w:rPr>
        <w:t> </w:t>
      </w:r>
      <w:r w:rsidR="00D45C59">
        <w:rPr>
          <w:rFonts w:eastAsia="Calibri" w:cs="Times New Roman"/>
        </w:rPr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569A4" w14:textId="3AC2CD06" w:rsidR="00812962" w:rsidRDefault="0081296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5A2AE5E8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733883F3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76F95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67B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2962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97595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52A4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03A89"/>
    <w:rsid w:val="00E12C28"/>
    <w:rsid w:val="00E36C4A"/>
    <w:rsid w:val="00E9723F"/>
    <w:rsid w:val="00EB104F"/>
    <w:rsid w:val="00EC03A2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352A4"/>
    <w:rsid w:val="00DB3D9A"/>
    <w:rsid w:val="00E03A89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B46B08-FDD9-42EE-B847-1C15585FA4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2</Pages>
  <Words>482</Words>
  <Characters>2845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12</cp:revision>
  <cp:lastPrinted>2025-11-19T12:41:00Z</cp:lastPrinted>
  <dcterms:created xsi:type="dcterms:W3CDTF">2023-11-16T10:29:00Z</dcterms:created>
  <dcterms:modified xsi:type="dcterms:W3CDTF">2025-11-19T12:44:00Z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